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2B2363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A027AC" w:rsidRPr="00C1077D" w:rsidRDefault="00A027AC" w:rsidP="00A027AC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876550" cy="3997386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9277" cy="400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A027AC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A027AC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2363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5BA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27AC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4EF1A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8022C32-2B30-4CBC-A8B3-9BC5D78356B7}"/>
</file>

<file path=customXml/itemProps2.xml><?xml version="1.0" encoding="utf-8"?>
<ds:datastoreItem xmlns:ds="http://schemas.openxmlformats.org/officeDocument/2006/customXml" ds:itemID="{884E5172-F07E-4802-A375-6EE681EC5832}"/>
</file>

<file path=customXml/itemProps3.xml><?xml version="1.0" encoding="utf-8"?>
<ds:datastoreItem xmlns:ds="http://schemas.openxmlformats.org/officeDocument/2006/customXml" ds:itemID="{801A73F0-8CD9-438D-87AD-124D489B56C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198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